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E2C" w:rsidRDefault="004B3E2C" w:rsidP="004B3E2C">
      <w:pPr>
        <w:jc w:val="center"/>
      </w:pPr>
      <w:r>
        <w:rPr>
          <w:noProof/>
        </w:rPr>
        <w:drawing>
          <wp:inline distT="0" distB="0" distL="0" distR="0" wp14:anchorId="557B4BF4" wp14:editId="7A3A632A">
            <wp:extent cx="3302635" cy="3442333"/>
            <wp:effectExtent l="19050" t="19050" r="12065" b="25400"/>
            <wp:docPr id="3" name="Immagine 3" descr="http://www.religiocando.it/fileXLS/nuovo_testamento/varie/varie_disegni/ges%C3%B9_scaccia_mercanti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religiocando.it/fileXLS/nuovo_testamento/varie/varie_disegni/ges%C3%B9_scaccia_mercanti_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897" cy="347804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549695D" wp14:editId="534E7E3F">
            <wp:extent cx="2914507" cy="3446155"/>
            <wp:effectExtent l="19050" t="19050" r="19685" b="20955"/>
            <wp:docPr id="2" name="Immagine 2" descr="Risultati immagini per l'ira di 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l'ira di Di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500" cy="3448512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4B3E2C" w:rsidRDefault="004B3E2C" w:rsidP="004B3E2C">
      <w:pPr>
        <w:jc w:val="center"/>
      </w:pPr>
    </w:p>
    <w:p w:rsidR="00BD225F" w:rsidRDefault="004B3E2C" w:rsidP="004B3E2C">
      <w:pPr>
        <w:jc w:val="center"/>
      </w:pPr>
      <w:bookmarkStart w:id="0" w:name="_GoBack"/>
      <w:r>
        <w:rPr>
          <w:noProof/>
        </w:rPr>
        <w:drawing>
          <wp:inline distT="0" distB="0" distL="0" distR="0" wp14:anchorId="69288C1A" wp14:editId="150514CF">
            <wp:extent cx="6276349" cy="3329757"/>
            <wp:effectExtent l="19050" t="19050" r="10160" b="23495"/>
            <wp:docPr id="1" name="Immagine 1" descr="Risultati immagini per l'ira di 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'ira di Di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15000" contrast="5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384" cy="3399274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p w:rsidR="004B3E2C" w:rsidRDefault="004B3E2C" w:rsidP="004B3E2C">
      <w:pPr>
        <w:jc w:val="center"/>
        <w:rPr>
          <w:rFonts w:ascii="Cooper Black" w:hAnsi="Cooper Black"/>
          <w:sz w:val="144"/>
          <w:szCs w:val="144"/>
        </w:rPr>
      </w:pPr>
      <w:r w:rsidRPr="004B3E2C">
        <w:rPr>
          <w:rFonts w:ascii="Cooper Black" w:hAnsi="Cooper Black"/>
          <w:sz w:val="144"/>
          <w:szCs w:val="144"/>
        </w:rPr>
        <w:t xml:space="preserve">Rabbia e Ira </w:t>
      </w:r>
    </w:p>
    <w:p w:rsidR="004B3E2C" w:rsidRDefault="004B3E2C" w:rsidP="004B3E2C">
      <w:pPr>
        <w:jc w:val="center"/>
        <w:rPr>
          <w:rFonts w:ascii="Cooper Black" w:hAnsi="Cooper Black"/>
          <w:sz w:val="144"/>
          <w:szCs w:val="144"/>
        </w:rPr>
      </w:pPr>
      <w:r w:rsidRPr="004B3E2C">
        <w:rPr>
          <w:rFonts w:ascii="Cooper Black" w:hAnsi="Cooper Black"/>
          <w:sz w:val="144"/>
          <w:szCs w:val="144"/>
        </w:rPr>
        <w:t>di Dio</w:t>
      </w:r>
    </w:p>
    <w:p w:rsidR="004B3E2C" w:rsidRDefault="004B3E2C" w:rsidP="004B3E2C">
      <w:pPr>
        <w:jc w:val="right"/>
      </w:pPr>
      <w:r>
        <w:rPr>
          <w:rFonts w:ascii="Cooper Black" w:hAnsi="Cooper Black"/>
          <w:sz w:val="40"/>
          <w:szCs w:val="40"/>
        </w:rPr>
        <w:t>mc</w:t>
      </w:r>
    </w:p>
    <w:p w:rsidR="004B3E2C" w:rsidRPr="009453D6" w:rsidRDefault="004B3E2C" w:rsidP="004B3E2C">
      <w:pPr>
        <w:jc w:val="center"/>
      </w:pPr>
    </w:p>
    <w:sectPr w:rsidR="004B3E2C" w:rsidRPr="009453D6" w:rsidSect="004B3E2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nextColumn"/>
      <w:pgSz w:w="11907" w:h="16840" w:code="9"/>
      <w:pgMar w:top="709" w:right="567" w:bottom="567" w:left="567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EA6" w:rsidRDefault="00895EA6" w:rsidP="00CD1748">
      <w:r>
        <w:separator/>
      </w:r>
    </w:p>
  </w:endnote>
  <w:endnote w:type="continuationSeparator" w:id="0">
    <w:p w:rsidR="00895EA6" w:rsidRDefault="00895EA6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09" w:rsidRDefault="00D500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1856496"/>
      <w:docPartObj>
        <w:docPartGallery w:val="Page Numbers (Bottom of Page)"/>
        <w:docPartUnique/>
      </w:docPartObj>
    </w:sdtPr>
    <w:sdtEndPr/>
    <w:sdtContent>
      <w:p w:rsidR="00CD1748" w:rsidRDefault="00CD174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E2C">
          <w:rPr>
            <w:noProof/>
          </w:rPr>
          <w:t>2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769657"/>
      <w:docPartObj>
        <w:docPartGallery w:val="Page Numbers (Bottom of Page)"/>
        <w:docPartUnique/>
      </w:docPartObj>
    </w:sdtPr>
    <w:sdtEndPr/>
    <w:sdtContent>
      <w:p w:rsidR="00006223" w:rsidRDefault="00895EA6">
        <w:pPr>
          <w:pStyle w:val="Pidipagina"/>
          <w:jc w:val="right"/>
        </w:pPr>
      </w:p>
    </w:sdtContent>
  </w:sdt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EA6" w:rsidRDefault="00895EA6" w:rsidP="00CD1748">
      <w:r>
        <w:separator/>
      </w:r>
    </w:p>
  </w:footnote>
  <w:footnote w:type="continuationSeparator" w:id="0">
    <w:p w:rsidR="00895EA6" w:rsidRDefault="00895EA6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09" w:rsidRDefault="00D500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09" w:rsidRDefault="00D5000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75pt;height:10.75pt" o:bullet="t">
        <v:imagedata r:id="rId1" o:title="msoD4BD"/>
      </v:shape>
    </w:pict>
  </w:numPicBullet>
  <w:abstractNum w:abstractNumId="0" w15:restartNumberingAfterBreak="0">
    <w:nsid w:val="18E96A0D"/>
    <w:multiLevelType w:val="hybridMultilevel"/>
    <w:tmpl w:val="A01E4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53000"/>
    <w:multiLevelType w:val="hybridMultilevel"/>
    <w:tmpl w:val="4F780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A7E5F"/>
    <w:multiLevelType w:val="hybridMultilevel"/>
    <w:tmpl w:val="A6C6A8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B0068D"/>
    <w:multiLevelType w:val="hybridMultilevel"/>
    <w:tmpl w:val="92C644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F734A8"/>
    <w:multiLevelType w:val="hybridMultilevel"/>
    <w:tmpl w:val="B4D6E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303FDA"/>
    <w:multiLevelType w:val="hybridMultilevel"/>
    <w:tmpl w:val="7AA0ED48"/>
    <w:lvl w:ilvl="0" w:tplc="0410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AAC1B95"/>
    <w:multiLevelType w:val="hybridMultilevel"/>
    <w:tmpl w:val="C248BA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043C80"/>
    <w:multiLevelType w:val="hybridMultilevel"/>
    <w:tmpl w:val="79FC46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1BC0B56"/>
    <w:multiLevelType w:val="hybridMultilevel"/>
    <w:tmpl w:val="1CFAFF88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78430787"/>
    <w:multiLevelType w:val="hybridMultilevel"/>
    <w:tmpl w:val="10887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0"/>
  </w:num>
  <w:num w:numId="8">
    <w:abstractNumId w:val="5"/>
  </w:num>
  <w:num w:numId="9">
    <w:abstractNumId w:val="1"/>
  </w:num>
  <w:num w:numId="1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6223"/>
    <w:rsid w:val="00007A76"/>
    <w:rsid w:val="00035A87"/>
    <w:rsid w:val="00037591"/>
    <w:rsid w:val="00037639"/>
    <w:rsid w:val="0004003B"/>
    <w:rsid w:val="0004497C"/>
    <w:rsid w:val="00045E57"/>
    <w:rsid w:val="00046546"/>
    <w:rsid w:val="00070740"/>
    <w:rsid w:val="00070E69"/>
    <w:rsid w:val="000D7E78"/>
    <w:rsid w:val="001022BC"/>
    <w:rsid w:val="00107EF2"/>
    <w:rsid w:val="00141B5E"/>
    <w:rsid w:val="00142959"/>
    <w:rsid w:val="00143E1F"/>
    <w:rsid w:val="001676EF"/>
    <w:rsid w:val="0017228D"/>
    <w:rsid w:val="001726B9"/>
    <w:rsid w:val="00174151"/>
    <w:rsid w:val="001874D1"/>
    <w:rsid w:val="001C157C"/>
    <w:rsid w:val="001D0D35"/>
    <w:rsid w:val="001E7FBB"/>
    <w:rsid w:val="001F0E44"/>
    <w:rsid w:val="001F7DE6"/>
    <w:rsid w:val="00216568"/>
    <w:rsid w:val="002240BE"/>
    <w:rsid w:val="00245C07"/>
    <w:rsid w:val="00247B81"/>
    <w:rsid w:val="00247C77"/>
    <w:rsid w:val="002515C2"/>
    <w:rsid w:val="00257890"/>
    <w:rsid w:val="0029780C"/>
    <w:rsid w:val="002A74DD"/>
    <w:rsid w:val="002A7D50"/>
    <w:rsid w:val="002B53F9"/>
    <w:rsid w:val="002B572C"/>
    <w:rsid w:val="002B7379"/>
    <w:rsid w:val="002D1550"/>
    <w:rsid w:val="002D3779"/>
    <w:rsid w:val="002E2157"/>
    <w:rsid w:val="002E643A"/>
    <w:rsid w:val="002E7C68"/>
    <w:rsid w:val="002F4B43"/>
    <w:rsid w:val="0032028F"/>
    <w:rsid w:val="00327DFA"/>
    <w:rsid w:val="003304DD"/>
    <w:rsid w:val="00334255"/>
    <w:rsid w:val="00337C81"/>
    <w:rsid w:val="003577A6"/>
    <w:rsid w:val="00364B65"/>
    <w:rsid w:val="00374521"/>
    <w:rsid w:val="003922BA"/>
    <w:rsid w:val="003A098A"/>
    <w:rsid w:val="003A5142"/>
    <w:rsid w:val="003A687C"/>
    <w:rsid w:val="003C15B0"/>
    <w:rsid w:val="003C6409"/>
    <w:rsid w:val="003C7B99"/>
    <w:rsid w:val="003D05BF"/>
    <w:rsid w:val="003D2040"/>
    <w:rsid w:val="003E2440"/>
    <w:rsid w:val="003E2D09"/>
    <w:rsid w:val="003E6451"/>
    <w:rsid w:val="003F5A0F"/>
    <w:rsid w:val="003F5EE1"/>
    <w:rsid w:val="00402D02"/>
    <w:rsid w:val="00404C57"/>
    <w:rsid w:val="004259A0"/>
    <w:rsid w:val="00434064"/>
    <w:rsid w:val="004425ED"/>
    <w:rsid w:val="00484B42"/>
    <w:rsid w:val="004916A1"/>
    <w:rsid w:val="004B3E2C"/>
    <w:rsid w:val="004F362D"/>
    <w:rsid w:val="004F73D0"/>
    <w:rsid w:val="0052657E"/>
    <w:rsid w:val="0053335D"/>
    <w:rsid w:val="00571F6B"/>
    <w:rsid w:val="005A334A"/>
    <w:rsid w:val="005B156F"/>
    <w:rsid w:val="005D4FC7"/>
    <w:rsid w:val="005D6CBC"/>
    <w:rsid w:val="0060673D"/>
    <w:rsid w:val="00613D44"/>
    <w:rsid w:val="006445B7"/>
    <w:rsid w:val="006505CD"/>
    <w:rsid w:val="00664EEE"/>
    <w:rsid w:val="0067013E"/>
    <w:rsid w:val="006829E2"/>
    <w:rsid w:val="00687B9A"/>
    <w:rsid w:val="006A625A"/>
    <w:rsid w:val="006B44E2"/>
    <w:rsid w:val="006E7D39"/>
    <w:rsid w:val="007803E4"/>
    <w:rsid w:val="0079748B"/>
    <w:rsid w:val="007A13F6"/>
    <w:rsid w:val="007E2ABA"/>
    <w:rsid w:val="007F0871"/>
    <w:rsid w:val="00820928"/>
    <w:rsid w:val="00824C9B"/>
    <w:rsid w:val="0082587A"/>
    <w:rsid w:val="00871B3E"/>
    <w:rsid w:val="00883D12"/>
    <w:rsid w:val="008945C4"/>
    <w:rsid w:val="00895EA6"/>
    <w:rsid w:val="008A2900"/>
    <w:rsid w:val="008A79CE"/>
    <w:rsid w:val="008B38D1"/>
    <w:rsid w:val="008B3C8F"/>
    <w:rsid w:val="008B508C"/>
    <w:rsid w:val="008D2334"/>
    <w:rsid w:val="008E0F2D"/>
    <w:rsid w:val="008E2E55"/>
    <w:rsid w:val="008F0431"/>
    <w:rsid w:val="00905B43"/>
    <w:rsid w:val="00922B30"/>
    <w:rsid w:val="0093288D"/>
    <w:rsid w:val="009453D6"/>
    <w:rsid w:val="0095465E"/>
    <w:rsid w:val="00957A16"/>
    <w:rsid w:val="00963C25"/>
    <w:rsid w:val="00973D54"/>
    <w:rsid w:val="00990C86"/>
    <w:rsid w:val="00994DAC"/>
    <w:rsid w:val="009B1242"/>
    <w:rsid w:val="009B37C6"/>
    <w:rsid w:val="009C4AFC"/>
    <w:rsid w:val="009C500A"/>
    <w:rsid w:val="00A22366"/>
    <w:rsid w:val="00A31B5C"/>
    <w:rsid w:val="00A376E1"/>
    <w:rsid w:val="00A54FF5"/>
    <w:rsid w:val="00A57A9A"/>
    <w:rsid w:val="00A6288A"/>
    <w:rsid w:val="00A6530D"/>
    <w:rsid w:val="00A742F2"/>
    <w:rsid w:val="00A9186D"/>
    <w:rsid w:val="00A93BEE"/>
    <w:rsid w:val="00A9427B"/>
    <w:rsid w:val="00AA73A8"/>
    <w:rsid w:val="00AC1D90"/>
    <w:rsid w:val="00AC5675"/>
    <w:rsid w:val="00AD32F3"/>
    <w:rsid w:val="00AE0538"/>
    <w:rsid w:val="00AE412B"/>
    <w:rsid w:val="00AE5108"/>
    <w:rsid w:val="00AF0F53"/>
    <w:rsid w:val="00B20914"/>
    <w:rsid w:val="00B33293"/>
    <w:rsid w:val="00B34D4E"/>
    <w:rsid w:val="00B4410E"/>
    <w:rsid w:val="00B60CD5"/>
    <w:rsid w:val="00B73A62"/>
    <w:rsid w:val="00B82AE5"/>
    <w:rsid w:val="00B9245C"/>
    <w:rsid w:val="00BD225F"/>
    <w:rsid w:val="00BD3D7A"/>
    <w:rsid w:val="00BD56AA"/>
    <w:rsid w:val="00BE20FE"/>
    <w:rsid w:val="00BE43D6"/>
    <w:rsid w:val="00BE49E5"/>
    <w:rsid w:val="00BF1CE5"/>
    <w:rsid w:val="00C2016E"/>
    <w:rsid w:val="00C3558D"/>
    <w:rsid w:val="00C362D9"/>
    <w:rsid w:val="00C46A5A"/>
    <w:rsid w:val="00C73D0A"/>
    <w:rsid w:val="00C94D68"/>
    <w:rsid w:val="00C978C3"/>
    <w:rsid w:val="00CA1265"/>
    <w:rsid w:val="00CA33F1"/>
    <w:rsid w:val="00CA403E"/>
    <w:rsid w:val="00CA4956"/>
    <w:rsid w:val="00CB4B62"/>
    <w:rsid w:val="00CC2C0B"/>
    <w:rsid w:val="00CC7186"/>
    <w:rsid w:val="00CD1748"/>
    <w:rsid w:val="00CE3A0C"/>
    <w:rsid w:val="00CF016C"/>
    <w:rsid w:val="00CF2C1D"/>
    <w:rsid w:val="00CF367F"/>
    <w:rsid w:val="00CF5E6B"/>
    <w:rsid w:val="00D02541"/>
    <w:rsid w:val="00D13D24"/>
    <w:rsid w:val="00D21528"/>
    <w:rsid w:val="00D23966"/>
    <w:rsid w:val="00D50009"/>
    <w:rsid w:val="00DA7C04"/>
    <w:rsid w:val="00DB0A71"/>
    <w:rsid w:val="00DB526C"/>
    <w:rsid w:val="00DB5527"/>
    <w:rsid w:val="00DE0B44"/>
    <w:rsid w:val="00E3011A"/>
    <w:rsid w:val="00E4017F"/>
    <w:rsid w:val="00E54E20"/>
    <w:rsid w:val="00E71BAD"/>
    <w:rsid w:val="00E819D0"/>
    <w:rsid w:val="00E87073"/>
    <w:rsid w:val="00E94D9D"/>
    <w:rsid w:val="00EA2441"/>
    <w:rsid w:val="00EA4890"/>
    <w:rsid w:val="00EB12A5"/>
    <w:rsid w:val="00EC09E3"/>
    <w:rsid w:val="00ED05CF"/>
    <w:rsid w:val="00EE5741"/>
    <w:rsid w:val="00EF510A"/>
    <w:rsid w:val="00F30ACC"/>
    <w:rsid w:val="00F51947"/>
    <w:rsid w:val="00F5728B"/>
    <w:rsid w:val="00F97499"/>
    <w:rsid w:val="00FA0469"/>
    <w:rsid w:val="00FA0A2C"/>
    <w:rsid w:val="00FA421F"/>
    <w:rsid w:val="00FA6E79"/>
    <w:rsid w:val="00FD3395"/>
    <w:rsid w:val="00FE3C41"/>
    <w:rsid w:val="00FE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4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 w:cstheme="minorBidi"/>
      <w:kern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3</cp:revision>
  <cp:lastPrinted>2016-12-29T06:55:00Z</cp:lastPrinted>
  <dcterms:created xsi:type="dcterms:W3CDTF">2017-07-08T16:39:00Z</dcterms:created>
  <dcterms:modified xsi:type="dcterms:W3CDTF">2017-07-09T05:55:00Z</dcterms:modified>
</cp:coreProperties>
</file>